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F7629" w14:textId="77777777" w:rsidR="009D14DF" w:rsidRDefault="009D14DF" w:rsidP="009D14DF">
      <w:pPr>
        <w:jc w:val="center"/>
      </w:pPr>
    </w:p>
    <w:p w14:paraId="3B14E760" w14:textId="77777777" w:rsidR="009D14DF" w:rsidRDefault="009D14DF" w:rsidP="00BA6C23">
      <w:pPr>
        <w:jc w:val="center"/>
        <w:rPr>
          <w:b/>
          <w:bCs/>
          <w:sz w:val="28"/>
          <w:szCs w:val="28"/>
        </w:rPr>
      </w:pPr>
      <w:r>
        <w:rPr>
          <w:b/>
          <w:bCs/>
          <w:sz w:val="28"/>
          <w:szCs w:val="28"/>
        </w:rPr>
        <w:t>SKUODO RAJONO SAVIVALDYBĖS TARYBA</w:t>
      </w:r>
    </w:p>
    <w:p w14:paraId="2BFD179B" w14:textId="77777777" w:rsidR="009D14DF" w:rsidRDefault="009D14DF" w:rsidP="00273882">
      <w:pPr>
        <w:jc w:val="center"/>
        <w:rPr>
          <w:b/>
          <w:bCs/>
          <w:color w:val="000000"/>
        </w:rPr>
      </w:pPr>
    </w:p>
    <w:p w14:paraId="277F64F6" w14:textId="77777777" w:rsidR="009D14DF" w:rsidRDefault="009D14DF" w:rsidP="00273882">
      <w:pPr>
        <w:jc w:val="center"/>
        <w:rPr>
          <w:b/>
          <w:bCs/>
          <w:color w:val="000000"/>
        </w:rPr>
      </w:pPr>
      <w:r>
        <w:rPr>
          <w:b/>
          <w:bCs/>
          <w:color w:val="000000"/>
        </w:rPr>
        <w:t>SPRENDIMAS</w:t>
      </w:r>
    </w:p>
    <w:p w14:paraId="5D50E810" w14:textId="77777777" w:rsidR="009D14DF" w:rsidRDefault="009D14DF" w:rsidP="00273882">
      <w:pPr>
        <w:jc w:val="center"/>
        <w:rPr>
          <w:b/>
          <w:bCs/>
          <w:color w:val="000000"/>
        </w:rPr>
      </w:pPr>
      <w:r w:rsidRPr="00F8488E">
        <w:rPr>
          <w:b/>
          <w:lang w:eastAsia="lt-LT"/>
        </w:rPr>
        <w:t>DĖL</w:t>
      </w:r>
      <w:r>
        <w:rPr>
          <w:b/>
          <w:lang w:eastAsia="lt-LT"/>
        </w:rPr>
        <w:t xml:space="preserve"> </w:t>
      </w:r>
      <w:r w:rsidRPr="00F8488E">
        <w:rPr>
          <w:b/>
          <w:lang w:eastAsia="lt-LT"/>
        </w:rPr>
        <w:t>202</w:t>
      </w:r>
      <w:r w:rsidR="005C15FF">
        <w:rPr>
          <w:b/>
          <w:lang w:eastAsia="lt-LT"/>
        </w:rPr>
        <w:t>5–2027</w:t>
      </w:r>
      <w:r w:rsidRPr="00F8488E">
        <w:rPr>
          <w:b/>
          <w:lang w:eastAsia="lt-LT"/>
        </w:rPr>
        <w:t xml:space="preserve"> METŲ VALSTYBĖS BIUDŽETO LĖŠŲ, SKIRTŲ IŠLAIDOMS, SUSIJUSIOMS SU SKUODO RAJONO SAVIVALDYBĖS MOKYKLŲ MOKYTOJŲ, DIRBANČIŲ PAGAL IKIMOKYKLINIO, PRIEŠMOKYKLINIO</w:t>
      </w:r>
      <w:r>
        <w:rPr>
          <w:b/>
          <w:lang w:eastAsia="lt-LT"/>
        </w:rPr>
        <w:t xml:space="preserve"> IR</w:t>
      </w:r>
      <w:r w:rsidRPr="00F8488E">
        <w:rPr>
          <w:b/>
          <w:lang w:eastAsia="lt-LT"/>
        </w:rPr>
        <w:t xml:space="preserve"> BENDROJO UGDYMO PROGRAMAS, PERSONALO OPTIMIZAVIMU</w:t>
      </w:r>
      <w:r>
        <w:rPr>
          <w:b/>
          <w:lang w:eastAsia="lt-LT"/>
        </w:rPr>
        <w:t xml:space="preserve"> IR ATNAUJINIMU, APMOKĖTI,</w:t>
      </w:r>
      <w:r w:rsidRPr="00F8488E">
        <w:rPr>
          <w:b/>
          <w:lang w:eastAsia="lt-LT"/>
        </w:rPr>
        <w:t xml:space="preserve"> PASKIRSTYMO TVARKOS APRAŠO </w:t>
      </w:r>
      <w:r>
        <w:rPr>
          <w:b/>
          <w:lang w:eastAsia="lt-LT"/>
        </w:rPr>
        <w:t>PA</w:t>
      </w:r>
      <w:r w:rsidRPr="00F8488E">
        <w:rPr>
          <w:b/>
          <w:lang w:eastAsia="lt-LT"/>
        </w:rPr>
        <w:t>TVIRTINIMO</w:t>
      </w:r>
    </w:p>
    <w:p w14:paraId="03E39E95" w14:textId="77777777" w:rsidR="009D14DF" w:rsidRDefault="009D14DF" w:rsidP="00362483">
      <w:pPr>
        <w:jc w:val="center"/>
        <w:rPr>
          <w:b/>
          <w:bCs/>
          <w:color w:val="000000"/>
        </w:rPr>
      </w:pPr>
    </w:p>
    <w:p w14:paraId="4E477BC4" w14:textId="564861B3" w:rsidR="009D14DF" w:rsidRDefault="009D14DF" w:rsidP="00BA6C23">
      <w:pPr>
        <w:jc w:val="center"/>
        <w:rPr>
          <w:color w:val="000000"/>
        </w:rPr>
      </w:pPr>
      <w:r>
        <w:t>202</w:t>
      </w:r>
      <w:r w:rsidR="005C15FF">
        <w:t>5</w:t>
      </w:r>
      <w:r>
        <w:t xml:space="preserve"> m. </w:t>
      </w:r>
      <w:r w:rsidR="005C15FF">
        <w:t>gegužės</w:t>
      </w:r>
      <w:r>
        <w:t xml:space="preserve"> </w:t>
      </w:r>
      <w:r w:rsidR="00A11D36">
        <w:t xml:space="preserve">19 </w:t>
      </w:r>
      <w:r>
        <w:t xml:space="preserve">d. </w:t>
      </w:r>
      <w:r>
        <w:rPr>
          <w:color w:val="000000"/>
        </w:rPr>
        <w:t>Nr. T</w:t>
      </w:r>
      <w:r w:rsidR="005C15FF">
        <w:rPr>
          <w:color w:val="000000"/>
        </w:rPr>
        <w:t>10</w:t>
      </w:r>
      <w:r w:rsidR="00A11D36">
        <w:rPr>
          <w:color w:val="000000"/>
        </w:rPr>
        <w:t>-152</w:t>
      </w:r>
    </w:p>
    <w:p w14:paraId="2763EC8A" w14:textId="77777777" w:rsidR="009D14DF" w:rsidRDefault="009D14DF" w:rsidP="00BA6C23">
      <w:pPr>
        <w:jc w:val="center"/>
        <w:rPr>
          <w:color w:val="000000"/>
        </w:rPr>
      </w:pPr>
      <w:r>
        <w:rPr>
          <w:color w:val="000000"/>
        </w:rPr>
        <w:t>Skuodas</w:t>
      </w:r>
    </w:p>
    <w:p w14:paraId="3F7637E9" w14:textId="77777777" w:rsidR="00D52EBA" w:rsidRDefault="00D52EBA" w:rsidP="00D52EBA">
      <w:pPr>
        <w:jc w:val="both"/>
      </w:pPr>
    </w:p>
    <w:p w14:paraId="354BADF4" w14:textId="77777777" w:rsidR="00273882" w:rsidRDefault="00273882" w:rsidP="009D14DF">
      <w:pPr>
        <w:ind w:firstLine="851"/>
        <w:jc w:val="both"/>
      </w:pPr>
      <w:r>
        <w:t>Vadovaudamasi Lietuvos Respublikos vietos savivaldos įstatymo</w:t>
      </w:r>
      <w:r w:rsidR="007A364C">
        <w:t xml:space="preserve"> </w:t>
      </w:r>
      <w:r w:rsidR="00535C61">
        <w:t>15</w:t>
      </w:r>
      <w:r>
        <w:t xml:space="preserve"> straipsnio </w:t>
      </w:r>
      <w:r w:rsidR="00535C61">
        <w:t>4 dalimi,</w:t>
      </w:r>
      <w:r w:rsidR="006A5F71">
        <w:t xml:space="preserve"> </w:t>
      </w:r>
      <w:r>
        <w:t>Lietuvos Respublikos švietimo, mokslo ir sporto ministro 202</w:t>
      </w:r>
      <w:r w:rsidR="005C15FF">
        <w:t>5</w:t>
      </w:r>
      <w:r>
        <w:t xml:space="preserve"> m. </w:t>
      </w:r>
      <w:r w:rsidR="006A5F71">
        <w:t>balandžio</w:t>
      </w:r>
      <w:r>
        <w:t xml:space="preserve"> </w:t>
      </w:r>
      <w:r w:rsidR="005C15FF">
        <w:t>16</w:t>
      </w:r>
      <w:r>
        <w:t xml:space="preserve"> d. įsakymu Nr. V-</w:t>
      </w:r>
      <w:r w:rsidR="005C15FF">
        <w:t>41</w:t>
      </w:r>
      <w:r w:rsidR="006A5F71">
        <w:t>5</w:t>
      </w:r>
      <w:r>
        <w:t xml:space="preserve"> „Dėl Lietuvos Respublikos 202</w:t>
      </w:r>
      <w:r w:rsidR="005C15FF">
        <w:t>5–2027</w:t>
      </w:r>
      <w:r>
        <w:t xml:space="preserve">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aprašo patvirtinimo“</w:t>
      </w:r>
      <w:r w:rsidRPr="008056FB">
        <w:t xml:space="preserve"> </w:t>
      </w:r>
      <w:r>
        <w:t>patvirtinto Lietuvos Respublikos 20</w:t>
      </w:r>
      <w:r w:rsidR="005C15FF">
        <w:t>25–2027</w:t>
      </w:r>
      <w:r>
        <w:t xml:space="preserve">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aprašo 3 punktu, Skuodo rajono savivaldybės taryba </w:t>
      </w:r>
      <w:r w:rsidR="00602F79" w:rsidRPr="00602F79">
        <w:rPr>
          <w:spacing w:val="40"/>
        </w:rPr>
        <w:t>nusprendži</w:t>
      </w:r>
      <w:r w:rsidR="00602F79">
        <w:t>a</w:t>
      </w:r>
      <w:r>
        <w:t>:</w:t>
      </w:r>
    </w:p>
    <w:p w14:paraId="335D27FB" w14:textId="77777777" w:rsidR="00273882" w:rsidRDefault="00273882" w:rsidP="009D14DF">
      <w:pPr>
        <w:ind w:firstLine="851"/>
        <w:jc w:val="both"/>
      </w:pPr>
      <w:r>
        <w:t>Patvirtinti 202</w:t>
      </w:r>
      <w:r w:rsidR="005C15FF">
        <w:t>5–2027</w:t>
      </w:r>
      <w:r>
        <w:t xml:space="preserve"> metų valstybės biudžeto lėšų, skirtų išlaidoms, susijusioms su Skuodo rajono savivaldybės mokyklų mokytojų, dirbančių pagal ikimokyklinio, priešmokyklinio ir bendrojo ugdymo programas, personalo optimizavimu</w:t>
      </w:r>
      <w:r w:rsidR="007800B8">
        <w:t xml:space="preserve"> ir atnaujinimu</w:t>
      </w:r>
      <w:r w:rsidR="00950A75">
        <w:t>,</w:t>
      </w:r>
      <w:r w:rsidR="007800B8">
        <w:t xml:space="preserve"> apmokėti</w:t>
      </w:r>
      <w:r>
        <w:t>, paskirstymo tvarkos aprašą (pridedama).</w:t>
      </w:r>
    </w:p>
    <w:p w14:paraId="17D3A6D2" w14:textId="77777777" w:rsidR="00273882" w:rsidRDefault="00273882" w:rsidP="0033097B">
      <w:pPr>
        <w:jc w:val="both"/>
      </w:pPr>
    </w:p>
    <w:p w14:paraId="2DB38993" w14:textId="77777777" w:rsidR="00D52EBA" w:rsidRDefault="00D52EBA" w:rsidP="0033097B">
      <w:pPr>
        <w:jc w:val="both"/>
      </w:pPr>
    </w:p>
    <w:p w14:paraId="5BB1AA96" w14:textId="77777777" w:rsidR="00E548E5" w:rsidRDefault="00E548E5" w:rsidP="0033097B">
      <w:pPr>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6"/>
        <w:gridCol w:w="4803"/>
      </w:tblGrid>
      <w:tr w:rsidR="00A11D36" w14:paraId="5044B466" w14:textId="77777777" w:rsidTr="00E75C68">
        <w:tc>
          <w:tcPr>
            <w:tcW w:w="4927" w:type="dxa"/>
          </w:tcPr>
          <w:p w14:paraId="18E2532A" w14:textId="6E473B64" w:rsidR="00A11D36" w:rsidRDefault="00A11D36" w:rsidP="00A11D36">
            <w:pPr>
              <w:jc w:val="both"/>
            </w:pPr>
            <w:r>
              <w:t>Savivaldybės meras</w:t>
            </w:r>
          </w:p>
        </w:tc>
        <w:tc>
          <w:tcPr>
            <w:tcW w:w="4928" w:type="dxa"/>
          </w:tcPr>
          <w:p w14:paraId="3D9D2296" w14:textId="77777777" w:rsidR="00A11D36" w:rsidRDefault="00A11D36" w:rsidP="0033097B">
            <w:pPr>
              <w:jc w:val="both"/>
            </w:pPr>
          </w:p>
        </w:tc>
      </w:tr>
    </w:tbl>
    <w:p w14:paraId="2D70C4B8" w14:textId="77777777" w:rsidR="005C15FF" w:rsidRDefault="005C15FF" w:rsidP="0033097B">
      <w:pPr>
        <w:jc w:val="both"/>
      </w:pPr>
    </w:p>
    <w:p w14:paraId="5A378CFA" w14:textId="77777777" w:rsidR="005C15FF" w:rsidRDefault="005C15FF" w:rsidP="00E75C68">
      <w:pPr>
        <w:ind w:hanging="142"/>
        <w:jc w:val="both"/>
      </w:pPr>
    </w:p>
    <w:p w14:paraId="20282D43" w14:textId="77777777" w:rsidR="005C15FF" w:rsidRDefault="005C15FF" w:rsidP="0033097B">
      <w:pPr>
        <w:jc w:val="both"/>
      </w:pPr>
    </w:p>
    <w:p w14:paraId="405D2008" w14:textId="77777777" w:rsidR="005C15FF" w:rsidRDefault="005C15FF" w:rsidP="0033097B">
      <w:pPr>
        <w:jc w:val="both"/>
      </w:pPr>
    </w:p>
    <w:p w14:paraId="4FA2B1B1" w14:textId="77777777" w:rsidR="005C15FF" w:rsidRDefault="005C15FF" w:rsidP="0033097B">
      <w:pPr>
        <w:jc w:val="both"/>
      </w:pPr>
    </w:p>
    <w:p w14:paraId="2F87A486" w14:textId="77777777" w:rsidR="005C15FF" w:rsidRDefault="005C15FF" w:rsidP="0033097B">
      <w:pPr>
        <w:jc w:val="both"/>
      </w:pPr>
    </w:p>
    <w:p w14:paraId="01BF7EA0" w14:textId="77777777" w:rsidR="005C15FF" w:rsidRDefault="005C15FF" w:rsidP="0033097B">
      <w:pPr>
        <w:jc w:val="both"/>
      </w:pPr>
    </w:p>
    <w:p w14:paraId="2A6980B7" w14:textId="77777777" w:rsidR="005C15FF" w:rsidRDefault="005C15FF" w:rsidP="0033097B">
      <w:pPr>
        <w:jc w:val="both"/>
      </w:pPr>
    </w:p>
    <w:p w14:paraId="2C7BB5FD" w14:textId="77777777" w:rsidR="005C15FF" w:rsidRDefault="005C15FF" w:rsidP="0033097B">
      <w:pPr>
        <w:jc w:val="both"/>
      </w:pPr>
    </w:p>
    <w:p w14:paraId="21017CA9" w14:textId="77777777" w:rsidR="005C15FF" w:rsidRDefault="005C15FF" w:rsidP="0033097B">
      <w:pPr>
        <w:jc w:val="both"/>
      </w:pPr>
    </w:p>
    <w:p w14:paraId="2492DB6F" w14:textId="77777777" w:rsidR="005C15FF" w:rsidRDefault="005C15FF" w:rsidP="0033097B">
      <w:pPr>
        <w:jc w:val="both"/>
      </w:pPr>
    </w:p>
    <w:p w14:paraId="69FE0D68" w14:textId="77777777" w:rsidR="00E75C68" w:rsidRDefault="00E75C68" w:rsidP="0033097B">
      <w:pPr>
        <w:jc w:val="both"/>
      </w:pPr>
    </w:p>
    <w:p w14:paraId="2BDE2114" w14:textId="77777777" w:rsidR="00E75C68" w:rsidRDefault="00E75C68" w:rsidP="0033097B">
      <w:pPr>
        <w:jc w:val="both"/>
      </w:pPr>
    </w:p>
    <w:p w14:paraId="53DFB441" w14:textId="77777777" w:rsidR="00E75C68" w:rsidRDefault="00E75C68" w:rsidP="0033097B">
      <w:pPr>
        <w:jc w:val="both"/>
      </w:pPr>
    </w:p>
    <w:p w14:paraId="1C1CF91E" w14:textId="77777777" w:rsidR="00E75C68" w:rsidRDefault="00E75C68" w:rsidP="0033097B">
      <w:pPr>
        <w:jc w:val="both"/>
      </w:pPr>
    </w:p>
    <w:p w14:paraId="30F8FD74" w14:textId="77777777" w:rsidR="005C15FF" w:rsidRDefault="005C15FF" w:rsidP="0033097B">
      <w:pPr>
        <w:jc w:val="both"/>
      </w:pPr>
    </w:p>
    <w:p w14:paraId="5B201398" w14:textId="77777777" w:rsidR="005C15FF" w:rsidRDefault="005C15FF" w:rsidP="0033097B">
      <w:pPr>
        <w:jc w:val="both"/>
      </w:pPr>
    </w:p>
    <w:p w14:paraId="789CA0DB" w14:textId="77777777" w:rsidR="005C15FF" w:rsidRDefault="005C15FF" w:rsidP="0033097B">
      <w:pPr>
        <w:jc w:val="both"/>
      </w:pPr>
      <w:r>
        <w:t>Birutė Gedrimienė, tel. (0 440) 45 575</w:t>
      </w:r>
    </w:p>
    <w:sectPr w:rsidR="005C15FF" w:rsidSect="002C0AAA">
      <w:headerReference w:type="even" r:id="rId6"/>
      <w:headerReference w:type="default" r:id="rId7"/>
      <w:footerReference w:type="even" r:id="rId8"/>
      <w:footerReference w:type="default" r:id="rId9"/>
      <w:headerReference w:type="first" r:id="rId10"/>
      <w:footerReference w:type="first" r:id="rId11"/>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1EF0D" w14:textId="77777777" w:rsidR="00536AAE" w:rsidRDefault="00536AAE">
      <w:r>
        <w:separator/>
      </w:r>
    </w:p>
  </w:endnote>
  <w:endnote w:type="continuationSeparator" w:id="0">
    <w:p w14:paraId="3280B4E9" w14:textId="77777777" w:rsidR="00536AAE" w:rsidRDefault="00536AAE">
      <w:r>
        <w:continuationSeparator/>
      </w:r>
    </w:p>
  </w:endnote>
  <w:endnote w:type="continuationNotice" w:id="1">
    <w:p w14:paraId="09077FCB" w14:textId="77777777" w:rsidR="00536AAE" w:rsidRDefault="00536A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4FD71" w14:textId="77777777" w:rsidR="007D269D" w:rsidRDefault="007D269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190E4" w14:textId="77777777" w:rsidR="007D269D" w:rsidRDefault="007D269D">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AD0CE" w14:textId="77777777" w:rsidR="007D269D" w:rsidRDefault="007D269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01B37" w14:textId="77777777" w:rsidR="00536AAE" w:rsidRDefault="00536AAE">
      <w:r>
        <w:separator/>
      </w:r>
    </w:p>
  </w:footnote>
  <w:footnote w:type="continuationSeparator" w:id="0">
    <w:p w14:paraId="26069CE1" w14:textId="77777777" w:rsidR="00536AAE" w:rsidRDefault="00536AAE">
      <w:r>
        <w:continuationSeparator/>
      </w:r>
    </w:p>
  </w:footnote>
  <w:footnote w:type="continuationNotice" w:id="1">
    <w:p w14:paraId="7F97E5FE" w14:textId="77777777" w:rsidR="00536AAE" w:rsidRDefault="00536A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34C67" w14:textId="77777777" w:rsidR="007D269D" w:rsidRDefault="007D269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778A4" w14:textId="77777777" w:rsidR="007D269D" w:rsidRDefault="007D269D">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0E51F" w14:textId="77777777" w:rsidR="005C15FF" w:rsidRPr="007D269D" w:rsidRDefault="007D269D" w:rsidP="007D269D">
    <w:pPr>
      <w:pStyle w:val="Antrats"/>
      <w:tabs>
        <w:tab w:val="clear" w:pos="9638"/>
        <w:tab w:val="right" w:pos="9639"/>
      </w:tabs>
      <w:rPr>
        <w:i/>
        <w:iCs/>
        <w:color w:val="3B3838"/>
        <w:lang w:val="en-US"/>
      </w:rPr>
    </w:pPr>
    <w:r w:rsidRPr="007D269D">
      <w:rPr>
        <w:color w:val="auto"/>
      </w:rPr>
      <w:tab/>
    </w:r>
    <w:r w:rsidRPr="007D269D">
      <w:rPr>
        <w:color w:val="auto"/>
      </w:rPr>
      <w:tab/>
    </w:r>
    <w:r w:rsidRPr="007D269D">
      <w:rPr>
        <w:b/>
        <w:bCs/>
        <w:i/>
        <w:iCs/>
        <w:color w:val="auto"/>
      </w:rPr>
      <w:t>P</w:t>
    </w:r>
    <w:proofErr w:type="spellStart"/>
    <w:r w:rsidRPr="007D269D">
      <w:rPr>
        <w:b/>
        <w:bCs/>
        <w:i/>
        <w:iCs/>
        <w:color w:val="auto"/>
        <w:lang w:val="en-US"/>
      </w:rPr>
      <w:t>rojektas</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9F9"/>
    <w:rsid w:val="00033483"/>
    <w:rsid w:val="00041077"/>
    <w:rsid w:val="000941BD"/>
    <w:rsid w:val="000D3708"/>
    <w:rsid w:val="000F2355"/>
    <w:rsid w:val="0017217B"/>
    <w:rsid w:val="00273882"/>
    <w:rsid w:val="002755BA"/>
    <w:rsid w:val="002847B7"/>
    <w:rsid w:val="002B56C0"/>
    <w:rsid w:val="002C0899"/>
    <w:rsid w:val="002C0AAA"/>
    <w:rsid w:val="002F2CF1"/>
    <w:rsid w:val="002F40D2"/>
    <w:rsid w:val="0033097B"/>
    <w:rsid w:val="00343A39"/>
    <w:rsid w:val="00362483"/>
    <w:rsid w:val="00364031"/>
    <w:rsid w:val="003708EB"/>
    <w:rsid w:val="003B7366"/>
    <w:rsid w:val="003F720B"/>
    <w:rsid w:val="00427CE5"/>
    <w:rsid w:val="00435F45"/>
    <w:rsid w:val="004B74A6"/>
    <w:rsid w:val="004C04DD"/>
    <w:rsid w:val="005045C3"/>
    <w:rsid w:val="005141D4"/>
    <w:rsid w:val="00535C61"/>
    <w:rsid w:val="00536AAE"/>
    <w:rsid w:val="0056759C"/>
    <w:rsid w:val="00591CA3"/>
    <w:rsid w:val="0059723A"/>
    <w:rsid w:val="005A1C80"/>
    <w:rsid w:val="005B4742"/>
    <w:rsid w:val="005C15FF"/>
    <w:rsid w:val="00602F79"/>
    <w:rsid w:val="006039DC"/>
    <w:rsid w:val="00627FF3"/>
    <w:rsid w:val="006348B3"/>
    <w:rsid w:val="00646970"/>
    <w:rsid w:val="00695F45"/>
    <w:rsid w:val="006A5F71"/>
    <w:rsid w:val="006E4820"/>
    <w:rsid w:val="00713F44"/>
    <w:rsid w:val="00722B76"/>
    <w:rsid w:val="00734874"/>
    <w:rsid w:val="00743666"/>
    <w:rsid w:val="00760F6F"/>
    <w:rsid w:val="007800B8"/>
    <w:rsid w:val="007A364C"/>
    <w:rsid w:val="007D269D"/>
    <w:rsid w:val="007F338F"/>
    <w:rsid w:val="007F3AA3"/>
    <w:rsid w:val="007F3AF5"/>
    <w:rsid w:val="00837A34"/>
    <w:rsid w:val="0087017A"/>
    <w:rsid w:val="009147C9"/>
    <w:rsid w:val="00950A75"/>
    <w:rsid w:val="00963941"/>
    <w:rsid w:val="009A3849"/>
    <w:rsid w:val="009D14DF"/>
    <w:rsid w:val="009D39F9"/>
    <w:rsid w:val="00A11D36"/>
    <w:rsid w:val="00A37A2C"/>
    <w:rsid w:val="00A52F9C"/>
    <w:rsid w:val="00AC04D0"/>
    <w:rsid w:val="00AD64EF"/>
    <w:rsid w:val="00AE68B0"/>
    <w:rsid w:val="00B24AF5"/>
    <w:rsid w:val="00B35D00"/>
    <w:rsid w:val="00B523B5"/>
    <w:rsid w:val="00B75419"/>
    <w:rsid w:val="00BA6C23"/>
    <w:rsid w:val="00BD027F"/>
    <w:rsid w:val="00C23278"/>
    <w:rsid w:val="00C235DC"/>
    <w:rsid w:val="00CB6A68"/>
    <w:rsid w:val="00CF48D6"/>
    <w:rsid w:val="00D367A2"/>
    <w:rsid w:val="00D52EBA"/>
    <w:rsid w:val="00D76F58"/>
    <w:rsid w:val="00D949D6"/>
    <w:rsid w:val="00DA0BF5"/>
    <w:rsid w:val="00DB006A"/>
    <w:rsid w:val="00DC1C53"/>
    <w:rsid w:val="00DD5792"/>
    <w:rsid w:val="00DE42D5"/>
    <w:rsid w:val="00E0075C"/>
    <w:rsid w:val="00E073CC"/>
    <w:rsid w:val="00E548E5"/>
    <w:rsid w:val="00E65082"/>
    <w:rsid w:val="00E75C68"/>
    <w:rsid w:val="00E80EC2"/>
    <w:rsid w:val="00E8550B"/>
    <w:rsid w:val="00EA1755"/>
    <w:rsid w:val="00F92F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48EE87"/>
  <w15:docId w15:val="{A7880F2D-47C3-4406-B0A6-B42E15CA4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ataisymai">
    <w:name w:val="Revision"/>
    <w:hidden/>
    <w:uiPriority w:val="99"/>
    <w:semiHidden/>
    <w:rsid w:val="00950A75"/>
    <w:rPr>
      <w:rFonts w:ascii="Times New Roman" w:eastAsia="Times New Roman" w:hAnsi="Times New Roman" w:cs="Times New Roman"/>
      <w:color w:val="00000A"/>
      <w:sz w:val="24"/>
      <w:szCs w:val="24"/>
      <w:lang w:eastAsia="en-US"/>
    </w:rPr>
  </w:style>
  <w:style w:type="table" w:styleId="Lentelstinklelis">
    <w:name w:val="Table Grid"/>
    <w:basedOn w:val="prastojilentel"/>
    <w:uiPriority w:val="39"/>
    <w:rsid w:val="00A11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25698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f15885a79156458790c4252c683d5341.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f15885a79156458790c4252c683d5341</Template>
  <TotalTime>2</TotalTime>
  <Pages>1</Pages>
  <Words>1052</Words>
  <Characters>600</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2024 METŲ VALSTYBĖS BIUDŽETO LĖŠŲ, SKIRTŲ IŠLAIDOMS, SUSIJUSIOMS SU SKUODO RAJONO SAVIVALDYBĖS MOKYKLŲ MOKYTOJŲ, DIRBANČIŲ PAGAL IKIMOKYKLINIO, PRIEŠMOKYKLINIO IR BENDROJO UGDYMO PROGRAMAS, PERSONALO OPTIMIZAVIMU IR ATNAUJINIMU, APMOKĖTI, PASKIRSTYMO </vt:lpstr>
      <vt:lpstr/>
    </vt:vector>
  </TitlesOfParts>
  <Manager>2024-06-27</Manager>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2024 METŲ VALSTYBĖS BIUDŽETO LĖŠŲ, SKIRTŲ IŠLAIDOMS, SUSIJUSIOMS SU SKUODO RAJONO SAVIVALDYBĖS MOKYKLŲ MOKYTOJŲ, DIRBANČIŲ PAGAL IKIMOKYKLINIO, PRIEŠMOKYKLINIO IR BENDROJO UGDYMO PROGRAMAS, PERSONALO OPTIMIZAVIMU IR ATNAUJINIMU, APMOKĖTI, PASKIRSTYMO TVARKOS APRAŠO PATVIRTINIMO</dc:title>
  <dc:subject>T9-124</dc:subject>
  <dc:creator>SKUODO RAJONO SAVIVALDYBĖS TARYBA</dc:creator>
  <cp:keywords/>
  <cp:lastModifiedBy>Sadauskienė, Dalia</cp:lastModifiedBy>
  <cp:revision>3</cp:revision>
  <cp:lastPrinted>2024-05-24T08:22:00Z</cp:lastPrinted>
  <dcterms:created xsi:type="dcterms:W3CDTF">2025-05-20T06:39:00Z</dcterms:created>
  <dcterms:modified xsi:type="dcterms:W3CDTF">2025-05-20T06:39:00Z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